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8CF" w:rsidRPr="00AE4AFD" w:rsidRDefault="000628CF" w:rsidP="000628CF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AE4AFD">
        <w:rPr>
          <w:rFonts w:ascii="Corbel" w:hAnsi="Corbel"/>
          <w:bCs/>
          <w:i/>
        </w:rPr>
        <w:t>Załącznik nr 1.5 do Zarządzenia Rektora UR nr 12/2019</w:t>
      </w:r>
    </w:p>
    <w:p w:rsidR="00B01509" w:rsidRDefault="00B01509" w:rsidP="000628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67648295"/>
    </w:p>
    <w:p w:rsidR="0085747A" w:rsidRPr="00AE4AFD" w:rsidRDefault="0085747A" w:rsidP="000628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4AFD">
        <w:rPr>
          <w:rFonts w:ascii="Corbel" w:hAnsi="Corbel"/>
          <w:b/>
          <w:smallCaps/>
          <w:sz w:val="24"/>
          <w:szCs w:val="24"/>
        </w:rPr>
        <w:t>SYLABUS</w:t>
      </w:r>
    </w:p>
    <w:p w:rsidR="00AE4AFD" w:rsidRPr="00AE4AFD" w:rsidRDefault="0071620A" w:rsidP="00AE4AF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E4AF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E4AFD">
        <w:rPr>
          <w:rFonts w:ascii="Corbel" w:hAnsi="Corbel"/>
          <w:b/>
          <w:smallCaps/>
          <w:sz w:val="24"/>
          <w:szCs w:val="24"/>
        </w:rPr>
        <w:t xml:space="preserve"> </w:t>
      </w:r>
      <w:r w:rsidR="00B01509" w:rsidRPr="00B01509">
        <w:rPr>
          <w:rFonts w:ascii="Corbel" w:hAnsi="Corbel"/>
          <w:i/>
          <w:smallCaps/>
          <w:sz w:val="24"/>
          <w:szCs w:val="24"/>
        </w:rPr>
        <w:t>2020/2021-2024/2025</w:t>
      </w:r>
    </w:p>
    <w:p w:rsidR="00AE4AFD" w:rsidRPr="00AE4AFD" w:rsidRDefault="00AE4AFD" w:rsidP="00256A96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bookmarkStart w:id="1" w:name="_GoBack"/>
      <w:bookmarkEnd w:id="1"/>
      <w:r w:rsidRPr="00AE4AFD">
        <w:rPr>
          <w:rFonts w:ascii="Corbel" w:hAnsi="Corbel"/>
          <w:i/>
          <w:sz w:val="20"/>
          <w:szCs w:val="20"/>
        </w:rPr>
        <w:t>(skrajne daty</w:t>
      </w:r>
      <w:r w:rsidRPr="00AE4AFD">
        <w:rPr>
          <w:rFonts w:ascii="Corbel" w:hAnsi="Corbel"/>
          <w:sz w:val="20"/>
          <w:szCs w:val="20"/>
        </w:rPr>
        <w:t>)</w:t>
      </w:r>
    </w:p>
    <w:p w:rsidR="00AE4AFD" w:rsidRPr="00AE4AFD" w:rsidRDefault="00AE4AFD" w:rsidP="00AE4AF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E4AFD">
        <w:rPr>
          <w:rFonts w:ascii="Corbel" w:hAnsi="Corbel"/>
          <w:sz w:val="20"/>
          <w:szCs w:val="20"/>
        </w:rPr>
        <w:t xml:space="preserve">Rok akademicki  </w:t>
      </w:r>
      <w:r w:rsidR="00B01509" w:rsidRPr="00B01509">
        <w:rPr>
          <w:rFonts w:ascii="Corbel" w:hAnsi="Corbel"/>
          <w:sz w:val="20"/>
          <w:szCs w:val="20"/>
        </w:rPr>
        <w:t>2023/2024</w:t>
      </w:r>
    </w:p>
    <w:bookmarkEnd w:id="0"/>
    <w:p w:rsidR="00AE4AFD" w:rsidRPr="00AE4AFD" w:rsidRDefault="00AE4AFD" w:rsidP="00AE4AFD">
      <w:pPr>
        <w:spacing w:after="0" w:line="240" w:lineRule="auto"/>
        <w:rPr>
          <w:rFonts w:ascii="Corbel" w:hAnsi="Corbel"/>
          <w:szCs w:val="24"/>
        </w:rPr>
      </w:pPr>
    </w:p>
    <w:p w:rsidR="0085747A" w:rsidRPr="00AE4AFD" w:rsidRDefault="0071620A" w:rsidP="00AE4AFD">
      <w:pPr>
        <w:spacing w:after="0" w:line="240" w:lineRule="auto"/>
        <w:rPr>
          <w:rFonts w:ascii="Corbel" w:hAnsi="Corbel"/>
          <w:color w:val="0070C0"/>
          <w:szCs w:val="24"/>
        </w:rPr>
      </w:pPr>
      <w:r w:rsidRPr="00AE4AFD">
        <w:rPr>
          <w:rFonts w:ascii="Corbel" w:hAnsi="Corbel"/>
          <w:szCs w:val="24"/>
        </w:rPr>
        <w:t xml:space="preserve">1. </w:t>
      </w:r>
      <w:r w:rsidR="0085747A" w:rsidRPr="00AE4AFD">
        <w:rPr>
          <w:rFonts w:ascii="Corbel" w:hAnsi="Corbel"/>
          <w:szCs w:val="24"/>
        </w:rPr>
        <w:t xml:space="preserve">Podstawowe </w:t>
      </w:r>
      <w:r w:rsidR="00445970" w:rsidRPr="00AE4AF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E4AFD" w:rsidTr="00AE4AFD">
        <w:tc>
          <w:tcPr>
            <w:tcW w:w="2694" w:type="dxa"/>
            <w:vAlign w:val="center"/>
          </w:tcPr>
          <w:p w:rsidR="0085747A" w:rsidRPr="00AE4AFD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E4AFD" w:rsidRDefault="00593F72" w:rsidP="00B748D9">
            <w:pPr>
              <w:pStyle w:val="Odpowiedzi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Zamówienia publiczne. Wybrane zagadnienia prawne</w:t>
            </w:r>
          </w:p>
        </w:tc>
      </w:tr>
      <w:tr w:rsidR="0085747A" w:rsidRPr="00AE4AFD" w:rsidTr="00AE4AFD">
        <w:tc>
          <w:tcPr>
            <w:tcW w:w="2694" w:type="dxa"/>
            <w:vAlign w:val="center"/>
          </w:tcPr>
          <w:p w:rsidR="0085747A" w:rsidRPr="00AE4AFD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E4AFD" w:rsidRDefault="00593F72" w:rsidP="00B748D9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PRP38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Rok IV, semestr VIII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  <w:tr w:rsidR="00AE4AFD" w:rsidRPr="00AE4AFD" w:rsidTr="00AE4AFD">
        <w:tc>
          <w:tcPr>
            <w:tcW w:w="2694" w:type="dxa"/>
            <w:vAlign w:val="center"/>
          </w:tcPr>
          <w:p w:rsidR="00AE4AFD" w:rsidRPr="00AE4AFD" w:rsidRDefault="00AE4AFD" w:rsidP="00AE4AFD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E4AFD" w:rsidRPr="00AE4AFD" w:rsidRDefault="00AE4AFD" w:rsidP="00AE4AFD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E4AFD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</w:tbl>
    <w:p w:rsidR="0085747A" w:rsidRPr="00AE4AFD" w:rsidRDefault="0085747A" w:rsidP="008E6944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 xml:space="preserve">* </w:t>
      </w:r>
      <w:r w:rsidRPr="00AE4AFD">
        <w:rPr>
          <w:rFonts w:ascii="Corbel" w:hAnsi="Corbel"/>
          <w:i/>
          <w:sz w:val="24"/>
          <w:szCs w:val="24"/>
        </w:rPr>
        <w:t>-</w:t>
      </w:r>
      <w:r w:rsidR="00B90885" w:rsidRPr="00AE4A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E4AFD">
        <w:rPr>
          <w:rFonts w:ascii="Corbel" w:hAnsi="Corbel"/>
          <w:b w:val="0"/>
          <w:sz w:val="24"/>
          <w:szCs w:val="24"/>
        </w:rPr>
        <w:t>e,</w:t>
      </w:r>
      <w:r w:rsidRPr="00AE4AFD">
        <w:rPr>
          <w:rFonts w:ascii="Corbel" w:hAnsi="Corbel"/>
          <w:i/>
          <w:sz w:val="24"/>
          <w:szCs w:val="24"/>
        </w:rPr>
        <w:t xml:space="preserve"> </w:t>
      </w:r>
      <w:r w:rsidRPr="00AE4A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E4AF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E4A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E4A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>1.</w:t>
      </w:r>
      <w:r w:rsidR="00E22FBC" w:rsidRPr="00AE4AFD">
        <w:rPr>
          <w:rFonts w:ascii="Corbel" w:hAnsi="Corbel"/>
          <w:sz w:val="24"/>
          <w:szCs w:val="24"/>
        </w:rPr>
        <w:t>1</w:t>
      </w:r>
      <w:r w:rsidRPr="00AE4A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E4A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E4AFD" w:rsidTr="00AE4A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Semestr</w:t>
            </w:r>
          </w:p>
          <w:p w:rsidR="00015B8F" w:rsidRPr="00AE4AFD" w:rsidRDefault="002B5EA0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(</w:t>
            </w:r>
            <w:r w:rsidR="00363F78" w:rsidRPr="00AE4A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Wykł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Konw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Sem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4AFD">
              <w:rPr>
                <w:rFonts w:ascii="Corbel" w:hAnsi="Corbel"/>
                <w:szCs w:val="24"/>
              </w:rPr>
              <w:t>Prakt</w:t>
            </w:r>
            <w:proofErr w:type="spellEnd"/>
            <w:r w:rsidRPr="00AE4A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E4A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E4AFD" w:rsidRDefault="00015B8F" w:rsidP="00AE4A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4AFD">
              <w:rPr>
                <w:rFonts w:ascii="Corbel" w:hAnsi="Corbel"/>
                <w:b/>
                <w:szCs w:val="24"/>
              </w:rPr>
              <w:t>Liczba pkt</w:t>
            </w:r>
            <w:r w:rsidR="00B90885" w:rsidRPr="00AE4AFD">
              <w:rPr>
                <w:rFonts w:ascii="Corbel" w:hAnsi="Corbel"/>
                <w:b/>
                <w:szCs w:val="24"/>
              </w:rPr>
              <w:t>.</w:t>
            </w:r>
            <w:r w:rsidRPr="00AE4A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E4AFD" w:rsidTr="00AE4A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AE4AFD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B748D9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015B8F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E4AFD" w:rsidRDefault="00B748D9" w:rsidP="00AE4A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E4A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E4A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>1.</w:t>
      </w:r>
      <w:r w:rsidR="00E22FBC" w:rsidRPr="00AE4AFD">
        <w:rPr>
          <w:rFonts w:ascii="Corbel" w:hAnsi="Corbel"/>
          <w:smallCaps w:val="0"/>
          <w:szCs w:val="24"/>
        </w:rPr>
        <w:t>2</w:t>
      </w:r>
      <w:r w:rsidR="00F83B28" w:rsidRPr="00AE4AFD">
        <w:rPr>
          <w:rFonts w:ascii="Corbel" w:hAnsi="Corbel"/>
          <w:smallCaps w:val="0"/>
          <w:szCs w:val="24"/>
        </w:rPr>
        <w:t>.</w:t>
      </w:r>
      <w:r w:rsidR="00F83B28" w:rsidRPr="00AE4AFD">
        <w:rPr>
          <w:rFonts w:ascii="Corbel" w:hAnsi="Corbel"/>
          <w:smallCaps w:val="0"/>
          <w:szCs w:val="24"/>
        </w:rPr>
        <w:tab/>
      </w:r>
      <w:r w:rsidRPr="00AE4AF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E4AFD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eastAsia="MS Gothic" w:hAnsi="Corbel"/>
          <w:b w:val="0"/>
        </w:rPr>
        <w:t>×</w:t>
      </w:r>
      <w:r w:rsidR="0085747A" w:rsidRPr="00AE4AF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E4AFD" w:rsidRDefault="009052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eastAsia="MS Gothic" w:hAnsi="Corbel"/>
          <w:b w:val="0"/>
        </w:rPr>
        <w:t>×</w:t>
      </w:r>
      <w:r w:rsidR="0085747A" w:rsidRPr="00AE4AF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E4AF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1.3 </w:t>
      </w:r>
      <w:r w:rsidR="00F83B28" w:rsidRPr="00AE4AFD">
        <w:rPr>
          <w:rFonts w:ascii="Corbel" w:hAnsi="Corbel"/>
          <w:smallCaps w:val="0"/>
          <w:szCs w:val="24"/>
        </w:rPr>
        <w:tab/>
      </w:r>
      <w:r w:rsidRPr="00AE4AFD">
        <w:rPr>
          <w:rFonts w:ascii="Corbel" w:hAnsi="Corbel"/>
          <w:smallCaps w:val="0"/>
          <w:szCs w:val="24"/>
        </w:rPr>
        <w:t>For</w:t>
      </w:r>
      <w:r w:rsidR="00445970" w:rsidRPr="00AE4AFD">
        <w:rPr>
          <w:rFonts w:ascii="Corbel" w:hAnsi="Corbel"/>
          <w:smallCaps w:val="0"/>
          <w:szCs w:val="24"/>
        </w:rPr>
        <w:t>ma zaliczenia przedmiotu</w:t>
      </w:r>
      <w:r w:rsidRPr="00AE4AFD">
        <w:rPr>
          <w:rFonts w:ascii="Corbel" w:hAnsi="Corbel"/>
          <w:smallCaps w:val="0"/>
          <w:szCs w:val="24"/>
        </w:rPr>
        <w:t xml:space="preserve"> (z toku) </w:t>
      </w:r>
      <w:r w:rsidRPr="00AE4AF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E4AF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E4AFD" w:rsidRDefault="00B748D9" w:rsidP="008E6944">
      <w:pPr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>Egzamin pisemny, łączący pytania testowe i otwarte</w:t>
      </w:r>
      <w:r w:rsidR="00AE4AFD">
        <w:rPr>
          <w:rFonts w:ascii="Corbel" w:hAnsi="Corbel"/>
          <w:sz w:val="24"/>
          <w:szCs w:val="24"/>
        </w:rPr>
        <w:t>.</w:t>
      </w:r>
    </w:p>
    <w:p w:rsidR="00E960BB" w:rsidRPr="00AE4A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4AFD">
        <w:rPr>
          <w:rFonts w:ascii="Corbel" w:hAnsi="Corbel"/>
          <w:szCs w:val="24"/>
        </w:rPr>
        <w:t xml:space="preserve">2.Wymagania wstępne </w:t>
      </w:r>
    </w:p>
    <w:p w:rsidR="00AE4AFD" w:rsidRPr="00AE4AFD" w:rsidRDefault="00AE4A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4AFD" w:rsidTr="00745302">
        <w:tc>
          <w:tcPr>
            <w:tcW w:w="9670" w:type="dxa"/>
          </w:tcPr>
          <w:p w:rsidR="0085747A" w:rsidRPr="00AE4AFD" w:rsidRDefault="00AE4A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B748D9" w:rsidRPr="00AE4A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AE4A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E4AFD" w:rsidRDefault="00AE4AFD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E4AFD">
        <w:rPr>
          <w:rFonts w:ascii="Corbel" w:hAnsi="Corbel"/>
          <w:szCs w:val="24"/>
        </w:rPr>
        <w:br w:type="column"/>
      </w:r>
      <w:r w:rsidR="0071620A" w:rsidRPr="00AE4AFD">
        <w:rPr>
          <w:rFonts w:ascii="Corbel" w:hAnsi="Corbel"/>
          <w:szCs w:val="24"/>
        </w:rPr>
        <w:lastRenderedPageBreak/>
        <w:t>3.</w:t>
      </w:r>
      <w:r w:rsidR="0085747A" w:rsidRPr="00AE4AFD">
        <w:rPr>
          <w:rFonts w:ascii="Corbel" w:hAnsi="Corbel"/>
          <w:szCs w:val="24"/>
        </w:rPr>
        <w:t xml:space="preserve"> </w:t>
      </w:r>
      <w:r w:rsidR="00A84C85" w:rsidRPr="00AE4AFD">
        <w:rPr>
          <w:rFonts w:ascii="Corbel" w:hAnsi="Corbel"/>
          <w:szCs w:val="24"/>
        </w:rPr>
        <w:t>cele, efekty uczenia się</w:t>
      </w:r>
      <w:r w:rsidR="0085747A" w:rsidRPr="00AE4AF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E4A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 xml:space="preserve">3.1 </w:t>
      </w:r>
      <w:r w:rsidR="00C05F44" w:rsidRPr="00AE4AFD">
        <w:rPr>
          <w:rFonts w:ascii="Corbel" w:hAnsi="Corbel"/>
          <w:sz w:val="24"/>
          <w:szCs w:val="24"/>
        </w:rPr>
        <w:t>Cele przedmiotu</w:t>
      </w:r>
    </w:p>
    <w:p w:rsidR="00F83B28" w:rsidRPr="00AE4A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748D9" w:rsidRPr="00AE4AFD" w:rsidTr="00B748D9">
        <w:tc>
          <w:tcPr>
            <w:tcW w:w="675" w:type="dxa"/>
            <w:vAlign w:val="center"/>
          </w:tcPr>
          <w:p w:rsidR="00B748D9" w:rsidRPr="00AE4AFD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E4AFD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B748D9" w:rsidRPr="00AE4AFD" w:rsidRDefault="00B748D9" w:rsidP="006940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</w:rPr>
            </w:pPr>
            <w:r w:rsidRPr="00AE4AFD">
              <w:rPr>
                <w:rFonts w:ascii="Corbel" w:hAnsi="Corbel"/>
                <w:b w:val="0"/>
                <w:i/>
              </w:rPr>
              <w:t>Wykład ma na celu zapoznanie studentów z podstawowymi zasadami:</w:t>
            </w:r>
            <w:r w:rsidR="0090522A" w:rsidRPr="00AE4AFD">
              <w:rPr>
                <w:rFonts w:ascii="Corbel" w:hAnsi="Corbel"/>
                <w:b w:val="0"/>
                <w:i/>
              </w:rPr>
              <w:t xml:space="preserve"> </w:t>
            </w:r>
            <w:r w:rsidRPr="00AE4AFD">
              <w:rPr>
                <w:rFonts w:ascii="Corbel" w:hAnsi="Corbel"/>
                <w:b w:val="0"/>
                <w:i/>
              </w:rPr>
              <w:t>udzielania zamówień publicznych oraz stosowania trybów uregulowanych w ustawie- Prawo zamówień publicznych</w:t>
            </w:r>
          </w:p>
        </w:tc>
      </w:tr>
      <w:tr w:rsidR="00B748D9" w:rsidRPr="00AE4AFD" w:rsidTr="00B748D9">
        <w:tc>
          <w:tcPr>
            <w:tcW w:w="675" w:type="dxa"/>
            <w:vAlign w:val="center"/>
          </w:tcPr>
          <w:p w:rsidR="00B748D9" w:rsidRPr="00AE4AFD" w:rsidRDefault="00B748D9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B748D9" w:rsidRPr="00AE4AFD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E4AFD">
              <w:rPr>
                <w:rFonts w:ascii="Corbel" w:hAnsi="Corbel"/>
                <w:b w:val="0"/>
                <w:i/>
              </w:rPr>
              <w:t>Celem wykładu jest także przybliżenie statusu podmiotów biorących udział w procedurach przewidzianych w ustawie, odpowiedzialności z tytułu naruszenia regulacji ustawowej oraz stosowania środków ochrony prawnej</w:t>
            </w: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E4A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b/>
          <w:sz w:val="24"/>
          <w:szCs w:val="24"/>
        </w:rPr>
        <w:t xml:space="preserve">3.2 </w:t>
      </w:r>
      <w:r w:rsidR="001D7B54" w:rsidRPr="00AE4AFD">
        <w:rPr>
          <w:rFonts w:ascii="Corbel" w:hAnsi="Corbel"/>
          <w:b/>
          <w:sz w:val="24"/>
          <w:szCs w:val="24"/>
        </w:rPr>
        <w:t xml:space="preserve">Efekty </w:t>
      </w:r>
      <w:r w:rsidR="00C05F44" w:rsidRPr="00AE4A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E4AFD">
        <w:rPr>
          <w:rFonts w:ascii="Corbel" w:hAnsi="Corbel"/>
          <w:b/>
          <w:sz w:val="24"/>
          <w:szCs w:val="24"/>
        </w:rPr>
        <w:t>dla przedmiotu</w:t>
      </w:r>
    </w:p>
    <w:p w:rsidR="001D7B54" w:rsidRPr="00AE4A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6649"/>
        <w:gridCol w:w="1567"/>
      </w:tblGrid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320807" w:rsidRPr="00AE4AFD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649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320807" w:rsidRPr="00AE4AFD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zdefiniowanego dla przedmiotu</w:t>
            </w:r>
          </w:p>
        </w:tc>
        <w:tc>
          <w:tcPr>
            <w:tcW w:w="1567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="00320807" w:rsidRPr="00AE4AFD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DEFINIUJE POJĘCIA WYSTĘPUJĄCE W USTAWIE</w:t>
            </w:r>
          </w:p>
        </w:tc>
        <w:tc>
          <w:tcPr>
            <w:tcW w:w="1567" w:type="dxa"/>
          </w:tcPr>
          <w:p w:rsidR="00B748D9" w:rsidRPr="00AE4AFD" w:rsidRDefault="00320807" w:rsidP="0090522A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AE4AFD">
              <w:rPr>
                <w:rFonts w:ascii="Corbel" w:hAnsi="Corbel"/>
                <w:sz w:val="22"/>
                <w:szCs w:val="22"/>
              </w:rPr>
              <w:t xml:space="preserve">K_W04 K_U10, </w:t>
            </w:r>
            <w:r w:rsidR="00B748D9" w:rsidRPr="00AE4AFD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OPISUJE ZASADY UDZIELANIA ZAMÓWIEŃ PUBLICZNYCH</w:t>
            </w:r>
          </w:p>
        </w:tc>
        <w:tc>
          <w:tcPr>
            <w:tcW w:w="1567" w:type="dxa"/>
          </w:tcPr>
          <w:p w:rsidR="00B748D9" w:rsidRPr="00AE4AFD" w:rsidRDefault="00B748D9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K_W01</w:t>
            </w:r>
            <w:r w:rsidR="00A55783" w:rsidRPr="00AE4AFD">
              <w:rPr>
                <w:rFonts w:ascii="Corbel" w:eastAsia="Cambria" w:hAnsi="Corbel"/>
              </w:rPr>
              <w:t xml:space="preserve">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K_W04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K_W07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K_W09 </w:t>
            </w:r>
          </w:p>
          <w:p w:rsidR="00B748D9" w:rsidRPr="00AE4AFD" w:rsidRDefault="00A55783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K_W10 </w:t>
            </w:r>
          </w:p>
          <w:p w:rsidR="00B748D9" w:rsidRPr="00AE4AFD" w:rsidRDefault="00B748D9" w:rsidP="00000CB9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K_W12</w:t>
            </w:r>
          </w:p>
          <w:p w:rsidR="00320807" w:rsidRPr="00AE4AFD" w:rsidRDefault="00320807" w:rsidP="00000CB9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K_U10</w:t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567" w:type="dxa"/>
          </w:tcPr>
          <w:p w:rsidR="00EE578E" w:rsidRPr="00AE4AFD" w:rsidRDefault="00B748D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K_W02</w:t>
            </w:r>
            <w:r w:rsidR="00EE578E" w:rsidRPr="00AE4AFD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  <w:p w:rsidR="0090522A" w:rsidRPr="00AE4AFD" w:rsidRDefault="00B748D9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K_W03</w:t>
            </w:r>
            <w:r w:rsidR="00320807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="00320807" w:rsidRPr="00AE4AFD">
              <w:rPr>
                <w:rFonts w:ascii="Corbel" w:hAnsi="Corbel"/>
                <w:b w:val="0"/>
                <w:sz w:val="22"/>
              </w:rPr>
              <w:t xml:space="preserve">K_U05, </w:t>
            </w:r>
          </w:p>
          <w:p w:rsidR="00B748D9" w:rsidRPr="00AE4AFD" w:rsidRDefault="00320807" w:rsidP="00000C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</w:p>
        </w:tc>
      </w:tr>
      <w:tr w:rsidR="0090522A" w:rsidRPr="00AE4AFD" w:rsidTr="007E507F"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567" w:type="dxa"/>
          </w:tcPr>
          <w:p w:rsidR="00B748D9" w:rsidRPr="00AE4AFD" w:rsidRDefault="00B748D9" w:rsidP="00000C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K_W02</w:t>
            </w:r>
            <w:r w:rsidR="00320807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="00320807" w:rsidRPr="00AE4AFD">
              <w:rPr>
                <w:rFonts w:ascii="Corbel" w:hAnsi="Corbel"/>
                <w:b w:val="0"/>
                <w:sz w:val="22"/>
              </w:rPr>
              <w:t>K_W07, K_U09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04" w:type="dxa"/>
          </w:tcPr>
          <w:p w:rsidR="00B748D9" w:rsidRPr="00AE4AFD" w:rsidRDefault="00B748D9" w:rsidP="0069401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567" w:type="dxa"/>
          </w:tcPr>
          <w:p w:rsidR="0090522A" w:rsidRPr="00AE4AFD" w:rsidRDefault="00B748D9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eastAsia="Cambria" w:hAnsi="Corbel"/>
                <w:b w:val="0"/>
                <w:sz w:val="22"/>
              </w:rPr>
              <w:t xml:space="preserve"> K_W05</w:t>
            </w:r>
            <w:r w:rsidR="00320807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="00320807" w:rsidRPr="00AE4AFD">
              <w:rPr>
                <w:rFonts w:ascii="Corbel" w:hAnsi="Corbel"/>
                <w:b w:val="0"/>
                <w:sz w:val="22"/>
              </w:rPr>
              <w:t xml:space="preserve">K_W07, </w:t>
            </w:r>
          </w:p>
          <w:p w:rsidR="0090522A" w:rsidRPr="00AE4AFD" w:rsidRDefault="00320807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 xml:space="preserve">K_U01, </w:t>
            </w:r>
          </w:p>
          <w:p w:rsidR="0090522A" w:rsidRPr="00AE4AFD" w:rsidRDefault="00320807" w:rsidP="00000CB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K_U08</w:t>
            </w:r>
            <w:r w:rsidR="0090522A" w:rsidRPr="00AE4AFD">
              <w:rPr>
                <w:rFonts w:ascii="Corbel" w:eastAsia="Cambria" w:hAnsi="Corbel"/>
                <w:b w:val="0"/>
                <w:sz w:val="22"/>
              </w:rPr>
              <w:t xml:space="preserve">, </w:t>
            </w:r>
          </w:p>
          <w:p w:rsidR="00B748D9" w:rsidRPr="00AE4AFD" w:rsidRDefault="0090522A" w:rsidP="00000CB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K_U12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EK_06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CHARAKTERYZUJE UMOWY W SPRAWACH UDZIELANIA ZAMÓWIENIA PUBLICZNEGO</w:t>
            </w:r>
          </w:p>
        </w:tc>
        <w:tc>
          <w:tcPr>
            <w:tcW w:w="1567" w:type="dxa"/>
          </w:tcPr>
          <w:p w:rsidR="00B748D9" w:rsidRPr="00AE4AFD" w:rsidRDefault="00B748D9" w:rsidP="00000CB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K_W05</w:t>
            </w:r>
            <w:r w:rsidR="00EE578E" w:rsidRPr="00AE4AFD">
              <w:rPr>
                <w:rFonts w:ascii="Corbel" w:eastAsia="Cambria" w:hAnsi="Corbel"/>
              </w:rPr>
              <w:t xml:space="preserve"> 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EK_07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567" w:type="dxa"/>
          </w:tcPr>
          <w:p w:rsidR="0090522A" w:rsidRPr="00AE4AFD" w:rsidRDefault="00B748D9" w:rsidP="00000CB9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K_W05</w:t>
            </w:r>
            <w:r w:rsidR="00320807" w:rsidRPr="00AE4AFD">
              <w:rPr>
                <w:rFonts w:ascii="Corbel" w:eastAsia="Cambria" w:hAnsi="Corbel"/>
              </w:rPr>
              <w:t xml:space="preserve">, </w:t>
            </w:r>
          </w:p>
          <w:p w:rsidR="00B748D9" w:rsidRPr="00AE4AFD" w:rsidRDefault="00320807" w:rsidP="00000CB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K_U09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EK_08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567" w:type="dxa"/>
          </w:tcPr>
          <w:p w:rsidR="0090522A" w:rsidRPr="00AE4AFD" w:rsidRDefault="00320807" w:rsidP="00694017">
            <w:pPr>
              <w:spacing w:after="0" w:line="240" w:lineRule="auto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K_W12, </w:t>
            </w:r>
          </w:p>
          <w:p w:rsidR="00EE578E" w:rsidRPr="00AE4AFD" w:rsidRDefault="00B748D9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K_U02</w:t>
            </w:r>
            <w:r w:rsidR="00EE578E" w:rsidRPr="00AE4AFD">
              <w:rPr>
                <w:rFonts w:ascii="Corbel" w:eastAsia="Cambria" w:hAnsi="Corbel"/>
              </w:rPr>
              <w:t xml:space="preserve"> 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K_U12 </w:t>
            </w:r>
          </w:p>
          <w:p w:rsidR="00B748D9" w:rsidRPr="00AE4AFD" w:rsidRDefault="00B748D9" w:rsidP="0032080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K_U13</w:t>
            </w:r>
            <w:r w:rsidR="00EE578E" w:rsidRPr="00AE4AFD">
              <w:rPr>
                <w:rFonts w:ascii="Corbel" w:eastAsia="Cambria" w:hAnsi="Corbel"/>
              </w:rPr>
              <w:t xml:space="preserve"> 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EK_09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567" w:type="dxa"/>
          </w:tcPr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K_U01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K_U03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K_U06</w:t>
            </w:r>
          </w:p>
          <w:p w:rsidR="00B748D9" w:rsidRPr="00AE4AFD" w:rsidRDefault="00B748D9" w:rsidP="007024E6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K_U15</w:t>
            </w:r>
            <w:r w:rsidR="0090522A" w:rsidRPr="00AE4AFD">
              <w:rPr>
                <w:rFonts w:ascii="Corbel" w:eastAsia="Cambria" w:hAnsi="Corbel"/>
              </w:rPr>
              <w:t>,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649" w:type="dxa"/>
          </w:tcPr>
          <w:p w:rsidR="00B748D9" w:rsidRPr="00AE4AFD" w:rsidRDefault="00000CB9" w:rsidP="0069401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567" w:type="dxa"/>
          </w:tcPr>
          <w:p w:rsidR="0090522A" w:rsidRPr="00AE4AFD" w:rsidRDefault="00320807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 xml:space="preserve">K_W05, </w:t>
            </w:r>
          </w:p>
          <w:p w:rsidR="00320807" w:rsidRPr="00AE4AFD" w:rsidRDefault="00320807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K_W12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K_U04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K_U05</w:t>
            </w:r>
          </w:p>
          <w:p w:rsidR="00320807" w:rsidRPr="00AE4AFD" w:rsidRDefault="00320807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K_U06</w:t>
            </w:r>
          </w:p>
          <w:p w:rsidR="00EE578E" w:rsidRPr="00AE4AFD" w:rsidRDefault="00EE578E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K_U08</w:t>
            </w:r>
          </w:p>
          <w:p w:rsidR="00EE578E" w:rsidRPr="00AE4AFD" w:rsidRDefault="00B748D9" w:rsidP="00694017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K_U09</w:t>
            </w:r>
          </w:p>
          <w:p w:rsidR="00B748D9" w:rsidRPr="00AE4AFD" w:rsidRDefault="00B748D9" w:rsidP="007024E6">
            <w:pPr>
              <w:spacing w:after="0" w:line="240" w:lineRule="auto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K_U10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EK_11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567" w:type="dxa"/>
          </w:tcPr>
          <w:p w:rsidR="00EE578E" w:rsidRPr="00AE4AFD" w:rsidRDefault="00EE578E" w:rsidP="00694017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K_K01</w:t>
            </w:r>
          </w:p>
          <w:p w:rsidR="00B748D9" w:rsidRPr="00AE4AFD" w:rsidRDefault="00B748D9" w:rsidP="00000CB9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eastAsia="Cambria" w:hAnsi="Corbel"/>
              </w:rPr>
              <w:t>K_K07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EK_12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567" w:type="dxa"/>
          </w:tcPr>
          <w:p w:rsidR="00EE578E" w:rsidRPr="00AE4AFD" w:rsidRDefault="00EE578E" w:rsidP="0069401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K_K04</w:t>
            </w:r>
          </w:p>
          <w:p w:rsidR="00320807" w:rsidRPr="00AE4AFD" w:rsidRDefault="00320807" w:rsidP="0069401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hAnsi="Corbel"/>
              </w:rPr>
              <w:t>K_W06</w:t>
            </w:r>
          </w:p>
          <w:p w:rsidR="0090522A" w:rsidRPr="00AE4AFD" w:rsidRDefault="00B748D9" w:rsidP="007024E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E4AFD">
              <w:rPr>
                <w:rFonts w:ascii="Corbel" w:eastAsia="Cambria" w:hAnsi="Corbel"/>
              </w:rPr>
              <w:t>K_K10</w:t>
            </w:r>
            <w:r w:rsidR="00320807" w:rsidRPr="00AE4AFD">
              <w:rPr>
                <w:rFonts w:ascii="Corbel" w:eastAsia="Cambria" w:hAnsi="Corbel"/>
              </w:rPr>
              <w:t xml:space="preserve">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K_W10,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K_U02,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K_U03,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 xml:space="preserve">K_U04, </w:t>
            </w:r>
          </w:p>
          <w:p w:rsidR="0090522A" w:rsidRPr="00AE4AFD" w:rsidRDefault="00320807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K_U08</w:t>
            </w:r>
            <w:r w:rsidR="0090522A" w:rsidRPr="00AE4AFD">
              <w:rPr>
                <w:rFonts w:ascii="Corbel" w:hAnsi="Corbel"/>
              </w:rPr>
              <w:t xml:space="preserve">, </w:t>
            </w:r>
          </w:p>
          <w:p w:rsidR="00B748D9" w:rsidRPr="00AE4AFD" w:rsidRDefault="0090522A" w:rsidP="007024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K_U13</w:t>
            </w:r>
          </w:p>
        </w:tc>
      </w:tr>
      <w:tr w:rsidR="0090522A" w:rsidRPr="00AE4AFD" w:rsidTr="007E50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304" w:type="dxa"/>
          </w:tcPr>
          <w:p w:rsidR="00B748D9" w:rsidRPr="00AE4AFD" w:rsidRDefault="00B748D9" w:rsidP="0069401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AE4AFD">
              <w:rPr>
                <w:rFonts w:ascii="Corbel" w:hAnsi="Corbel"/>
              </w:rPr>
              <w:t>EK_13</w:t>
            </w:r>
          </w:p>
        </w:tc>
        <w:tc>
          <w:tcPr>
            <w:tcW w:w="6649" w:type="dxa"/>
          </w:tcPr>
          <w:p w:rsidR="00000CB9" w:rsidRPr="00AE4AFD" w:rsidRDefault="00000CB9" w:rsidP="0069401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ZACHOWUJE KRYTYCYZM W OCENIE PRAKTYKI FUNKCJONOWANIA REGULACJI PRAWNYCH DOTYCZĄCYCH ZAMÓWIEŃ PUBLICZNYCH W POLSCE</w:t>
            </w:r>
          </w:p>
        </w:tc>
        <w:tc>
          <w:tcPr>
            <w:tcW w:w="1567" w:type="dxa"/>
          </w:tcPr>
          <w:p w:rsidR="00EE578E" w:rsidRPr="00AE4AFD" w:rsidRDefault="00B748D9" w:rsidP="00694017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>K_K05</w:t>
            </w:r>
            <w:r w:rsidR="00EE578E" w:rsidRPr="00AE4AFD">
              <w:rPr>
                <w:rFonts w:ascii="Corbel" w:eastAsia="Cambria" w:hAnsi="Corbel"/>
                <w:smallCaps/>
              </w:rPr>
              <w:t xml:space="preserve"> </w:t>
            </w:r>
          </w:p>
          <w:p w:rsidR="0090522A" w:rsidRPr="00AE4AFD" w:rsidRDefault="00B748D9" w:rsidP="00000CB9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  <w:smallCaps/>
              </w:rPr>
            </w:pPr>
            <w:r w:rsidRPr="00AE4AFD">
              <w:rPr>
                <w:rFonts w:ascii="Corbel" w:eastAsia="Cambria" w:hAnsi="Corbel"/>
                <w:smallCaps/>
              </w:rPr>
              <w:t>K_K06</w:t>
            </w:r>
            <w:r w:rsidR="00320807" w:rsidRPr="00AE4AFD">
              <w:rPr>
                <w:rFonts w:ascii="Corbel" w:eastAsia="Cambria" w:hAnsi="Corbel"/>
                <w:smallCaps/>
              </w:rPr>
              <w:t xml:space="preserve">, </w:t>
            </w:r>
          </w:p>
          <w:p w:rsidR="0090522A" w:rsidRPr="00AE4AFD" w:rsidRDefault="00320807" w:rsidP="00000CB9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K_W09</w:t>
            </w:r>
            <w:r w:rsidR="0090522A" w:rsidRPr="00AE4AFD">
              <w:rPr>
                <w:rFonts w:ascii="Corbel" w:hAnsi="Corbel"/>
              </w:rPr>
              <w:t xml:space="preserve">, </w:t>
            </w:r>
          </w:p>
          <w:p w:rsidR="00B748D9" w:rsidRPr="00AE4AFD" w:rsidRDefault="0090522A" w:rsidP="00000CB9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AE4AFD">
              <w:rPr>
                <w:rFonts w:ascii="Corbel" w:hAnsi="Corbel"/>
              </w:rPr>
              <w:t>K_U17</w:t>
            </w: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E4A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4AFD">
        <w:rPr>
          <w:rFonts w:ascii="Corbel" w:hAnsi="Corbel"/>
          <w:b/>
          <w:sz w:val="24"/>
          <w:szCs w:val="24"/>
        </w:rPr>
        <w:t>3.3</w:t>
      </w:r>
      <w:r w:rsidR="001D7B54" w:rsidRPr="00AE4AFD">
        <w:rPr>
          <w:rFonts w:ascii="Corbel" w:hAnsi="Corbel"/>
          <w:b/>
          <w:sz w:val="24"/>
          <w:szCs w:val="24"/>
        </w:rPr>
        <w:t xml:space="preserve"> </w:t>
      </w:r>
      <w:r w:rsidR="0085747A" w:rsidRPr="00AE4AFD">
        <w:rPr>
          <w:rFonts w:ascii="Corbel" w:hAnsi="Corbel"/>
          <w:b/>
          <w:sz w:val="24"/>
          <w:szCs w:val="24"/>
        </w:rPr>
        <w:t>T</w:t>
      </w:r>
      <w:r w:rsidR="001D7B54" w:rsidRPr="00AE4AF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4AFD">
        <w:rPr>
          <w:rFonts w:ascii="Corbel" w:hAnsi="Corbel"/>
          <w:sz w:val="24"/>
          <w:szCs w:val="24"/>
        </w:rPr>
        <w:t xml:space="preserve">  </w:t>
      </w:r>
    </w:p>
    <w:p w:rsidR="0085747A" w:rsidRPr="00AE4A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E4A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  <w:gridCol w:w="851"/>
      </w:tblGrid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Poj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cie prawa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 i jego rola w gospodarce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W2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Instrumenty prawne reguluj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 system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 w Polsce i ich ewolucja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W3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Instrumenty prawne reguluj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 system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 w Unii Europejskiej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W4</w:t>
            </w:r>
            <w:r w:rsidRPr="00AE4AFD">
              <w:rPr>
                <w:rFonts w:ascii="Corbel" w:hAnsi="Corbel"/>
                <w:sz w:val="18"/>
                <w:szCs w:val="18"/>
              </w:rPr>
              <w:t>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Zakres podmiotowy ustawy i przedmiotowy stosowania ustawy; dostawy, roboty budowlane, usługi</w:t>
            </w:r>
          </w:p>
          <w:p w:rsidR="00EE578E" w:rsidRPr="00AE4AFD" w:rsidRDefault="00EE578E" w:rsidP="007024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wył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czenia stosowania ustawy (całkowite i cz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ciowe)</w:t>
            </w:r>
          </w:p>
          <w:p w:rsidR="00EE578E" w:rsidRPr="00AE4AFD" w:rsidRDefault="00EE578E" w:rsidP="007024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progi kwotowe </w:t>
            </w:r>
          </w:p>
          <w:p w:rsidR="00000CB9" w:rsidRPr="00AE4AFD" w:rsidRDefault="00EE578E" w:rsidP="007024E6">
            <w:pPr>
              <w:pStyle w:val="Bezodstpw"/>
              <w:numPr>
                <w:ilvl w:val="0"/>
                <w:numId w:val="4"/>
              </w:numPr>
              <w:ind w:left="439" w:hanging="283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zamówienia wielorodzajowe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W5-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Zasady udzielania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; zasada prymatu trybów przetargowych, równo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przedsi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biorców, jawno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ci, przejrzysto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ci, bezstronno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i obiektywizmu, pisemno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ci, uczciwej konkurencji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3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W6-</w:t>
            </w:r>
            <w:r w:rsidRPr="00AE4AFD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Przygotowanie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 o udzielenie zamówienia publicznego; opis przedmiotu zamówienia, ustalenie warto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zamówienia, specyfikacja istotnych warunków zamówienia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W7-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powanie o udzielenie zamówienia publicznego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obowi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zki zamawiaj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cego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wspólne udzielanie zamówienia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wył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czenie osób wykonuj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cych czynno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 w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powaniu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komisja przetargowa</w:t>
            </w:r>
          </w:p>
          <w:p w:rsidR="00EE578E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dopuszczalno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ść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ubiegania si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ę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o zamówienie</w:t>
            </w:r>
          </w:p>
          <w:p w:rsidR="00000CB9" w:rsidRPr="00AE4AFD" w:rsidRDefault="00EE578E" w:rsidP="007024E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wykluczenie wykonawców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4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W8-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Wszcz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cie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zasady dotycz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ce ogłosze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zło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ż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enie oferty,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odrzucenie oferty przetargowej,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wybór najkorzystniejszej oferty,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aukcja elektroniczna,</w:t>
            </w:r>
          </w:p>
          <w:p w:rsidR="00EE578E" w:rsidRPr="00AE4AFD" w:rsidRDefault="00EE578E" w:rsidP="007024E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3" w:hanging="283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uniewa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ż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nienie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powania.</w:t>
            </w:r>
          </w:p>
          <w:p w:rsidR="00000CB9" w:rsidRPr="00AE4AFD" w:rsidRDefault="00000CB9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lastRenderedPageBreak/>
              <w:t>W9-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Tryby udzielania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; przetarg nieograniczony, ograniczony, negocjacje z ogłoszeniem, negocjacje bez ogłoszenia, dialog konkurencyjny, zamówienie z wolnej r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ki, zapytanie o cen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, licytacja elektroniczna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3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W10-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Umowy ramowe i dynamiczny system zakupów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W11-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Zamówienia publiczne a koncesje na roboty budowlane i usługi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W12-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Umowy w sprawie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W13-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rodki ochrony prawnej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ewolucja systemu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rodków ochrony prawnej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rodzaje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rodków ochrony prawnej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podmioty upowa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ż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nione do wnoszenia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rodków odwoławczych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zasady post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powania odwoławczego</w:t>
            </w:r>
          </w:p>
          <w:p w:rsidR="00EE578E" w:rsidRPr="00AE4AFD" w:rsidRDefault="00EE578E" w:rsidP="007024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39" w:hanging="283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podmioty rozpoznaj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ce 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rodki odwoławcze</w:t>
            </w:r>
          </w:p>
          <w:p w:rsidR="00000CB9" w:rsidRPr="00AE4AFD" w:rsidRDefault="00000CB9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3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W14-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Kontrola udzielania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1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W15-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Odpowiedzialno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ść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za naruszenie przepisów ustawy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W16-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Status Prezesa Urz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du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Publicznych. Organizacja Urz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du Zamówie</w:t>
            </w:r>
            <w:r w:rsidRPr="00AE4AFD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E4AFD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sz w:val="18"/>
                <w:szCs w:val="18"/>
              </w:rPr>
            </w:pPr>
            <w:r w:rsidRPr="00AE4AFD">
              <w:rPr>
                <w:rFonts w:ascii="Corbel" w:hAnsi="Corbel"/>
                <w:sz w:val="18"/>
                <w:szCs w:val="18"/>
              </w:rPr>
              <w:t>2</w:t>
            </w:r>
          </w:p>
        </w:tc>
      </w:tr>
      <w:tr w:rsidR="00EE578E" w:rsidRPr="00AE4AFD" w:rsidTr="00AE4AFD">
        <w:trPr>
          <w:jc w:val="center"/>
        </w:trPr>
        <w:tc>
          <w:tcPr>
            <w:tcW w:w="4552" w:type="pct"/>
            <w:shd w:val="clear" w:color="auto" w:fill="FFFFFF"/>
          </w:tcPr>
          <w:p w:rsidR="00EE578E" w:rsidRPr="00AE4AFD" w:rsidRDefault="00EE578E" w:rsidP="007024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Suma godzin</w:t>
            </w:r>
          </w:p>
        </w:tc>
        <w:tc>
          <w:tcPr>
            <w:tcW w:w="448" w:type="pct"/>
            <w:shd w:val="clear" w:color="auto" w:fill="FFFFFF"/>
          </w:tcPr>
          <w:p w:rsidR="00EE578E" w:rsidRPr="00AE4AFD" w:rsidRDefault="00EE578E" w:rsidP="00694017">
            <w:pPr>
              <w:pStyle w:val="Akapitzlist"/>
              <w:ind w:left="0"/>
              <w:jc w:val="center"/>
              <w:rPr>
                <w:rFonts w:ascii="Corbel" w:hAnsi="Corbel"/>
                <w:b/>
                <w:sz w:val="18"/>
                <w:szCs w:val="18"/>
              </w:rPr>
            </w:pPr>
            <w:r w:rsidRPr="00AE4AFD">
              <w:rPr>
                <w:rFonts w:ascii="Corbel" w:hAnsi="Corbel"/>
                <w:b/>
                <w:sz w:val="18"/>
                <w:szCs w:val="18"/>
              </w:rPr>
              <w:t>30</w:t>
            </w:r>
          </w:p>
        </w:tc>
      </w:tr>
    </w:tbl>
    <w:p w:rsidR="0085747A" w:rsidRPr="00AE4A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E4AFD" w:rsidRDefault="0085747A" w:rsidP="00AE4AFD">
      <w:pPr>
        <w:pStyle w:val="Akapitzlist"/>
        <w:numPr>
          <w:ilvl w:val="0"/>
          <w:numId w:val="1"/>
        </w:numPr>
        <w:spacing w:line="240" w:lineRule="auto"/>
        <w:ind w:left="567" w:hanging="425"/>
        <w:jc w:val="both"/>
        <w:rPr>
          <w:rFonts w:ascii="Corbel" w:hAnsi="Corbel"/>
          <w:sz w:val="24"/>
          <w:szCs w:val="24"/>
        </w:rPr>
      </w:pPr>
      <w:r w:rsidRPr="00AE4A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E4AFD">
        <w:rPr>
          <w:rFonts w:ascii="Corbel" w:hAnsi="Corbel"/>
          <w:sz w:val="24"/>
          <w:szCs w:val="24"/>
        </w:rPr>
        <w:t xml:space="preserve">, </w:t>
      </w:r>
      <w:r w:rsidRPr="00AE4AF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E4A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85747A" w:rsidRPr="00AE4AFD" w:rsidTr="00AE4AFD">
        <w:tc>
          <w:tcPr>
            <w:tcW w:w="6237" w:type="dxa"/>
            <w:tcBorders>
              <w:bottom w:val="single" w:sz="4" w:space="0" w:color="auto"/>
            </w:tcBorders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E4AFD" w:rsidTr="00AE4AFD">
        <w:tc>
          <w:tcPr>
            <w:tcW w:w="6237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E4A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>3.4 Metody dydaktyczne</w:t>
      </w:r>
      <w:r w:rsidRPr="00AE4AF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E4AFD" w:rsidRDefault="00EE578E" w:rsidP="00EE578E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AE4AFD">
        <w:rPr>
          <w:rFonts w:ascii="Corbel" w:hAnsi="Corbel"/>
          <w:b w:val="0"/>
          <w:smallCaps w:val="0"/>
          <w:sz w:val="22"/>
        </w:rPr>
        <w:t>Wykład konwersatoryjny</w:t>
      </w:r>
    </w:p>
    <w:p w:rsidR="00E960BB" w:rsidRPr="00AE4A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E4A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4. </w:t>
      </w:r>
      <w:r w:rsidR="0085747A" w:rsidRPr="00AE4AFD">
        <w:rPr>
          <w:rFonts w:ascii="Corbel" w:hAnsi="Corbel"/>
          <w:smallCaps w:val="0"/>
          <w:szCs w:val="24"/>
        </w:rPr>
        <w:t>METODY I KRYTERIA OCENY</w:t>
      </w:r>
      <w:r w:rsidR="009F4610" w:rsidRPr="00AE4AFD">
        <w:rPr>
          <w:rFonts w:ascii="Corbel" w:hAnsi="Corbel"/>
          <w:smallCaps w:val="0"/>
          <w:szCs w:val="24"/>
        </w:rPr>
        <w:t xml:space="preserve"> </w:t>
      </w:r>
    </w:p>
    <w:p w:rsidR="00923D7D" w:rsidRPr="00AE4A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E4A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E4AFD">
        <w:rPr>
          <w:rFonts w:ascii="Corbel" w:hAnsi="Corbel"/>
          <w:smallCaps w:val="0"/>
          <w:szCs w:val="24"/>
        </w:rPr>
        <w:t>uczenia się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4875"/>
        <w:gridCol w:w="2188"/>
      </w:tblGrid>
      <w:tr w:rsidR="00EE578E" w:rsidRPr="00AE4AFD" w:rsidTr="00AE4AFD">
        <w:tc>
          <w:tcPr>
            <w:tcW w:w="1920" w:type="dxa"/>
          </w:tcPr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AE4AFD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</w:tcPr>
          <w:p w:rsid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EE578E" w:rsidRPr="00AE4AFD" w:rsidRDefault="00EE578E" w:rsidP="0069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E4AF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E4AF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E578E" w:rsidRPr="00AE4AFD" w:rsidTr="00AE4AFD"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E4AFD" w:rsidTr="00AE4AFD"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E4AFD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EE578E" w:rsidRPr="00AE4AFD" w:rsidTr="00AE4A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920" w:type="dxa"/>
          </w:tcPr>
          <w:p w:rsidR="00EE578E" w:rsidRPr="00AE4AFD" w:rsidRDefault="00EE578E" w:rsidP="00AE4AFD">
            <w:pPr>
              <w:pStyle w:val="Punktygwne"/>
              <w:numPr>
                <w:ilvl w:val="0"/>
                <w:numId w:val="8"/>
              </w:numPr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</w:tcPr>
          <w:p w:rsidR="00EE578E" w:rsidRPr="00AE4AFD" w:rsidRDefault="00EE578E" w:rsidP="00DE5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</w:tbl>
    <w:p w:rsidR="00923D7D" w:rsidRPr="00AE4A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4.2 </w:t>
      </w:r>
      <w:r w:rsidR="0085747A" w:rsidRPr="00AE4AF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E4AFD">
        <w:rPr>
          <w:rFonts w:ascii="Corbel" w:hAnsi="Corbel"/>
          <w:smallCaps w:val="0"/>
          <w:szCs w:val="24"/>
        </w:rPr>
        <w:t xml:space="preserve"> </w:t>
      </w:r>
    </w:p>
    <w:p w:rsidR="00923D7D" w:rsidRPr="00AE4A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E4AFD" w:rsidTr="00923D7D">
        <w:tc>
          <w:tcPr>
            <w:tcW w:w="9670" w:type="dxa"/>
          </w:tcPr>
          <w:p w:rsidR="0085747A" w:rsidRPr="00AE4AFD" w:rsidRDefault="00EE578E" w:rsidP="00702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Arkusz egzaminacyjny zawiera 15 pytań.</w:t>
            </w:r>
            <w:r w:rsidR="007024E6"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E4A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4AFD">
        <w:rPr>
          <w:rFonts w:ascii="Corbel" w:hAnsi="Corbel"/>
          <w:b/>
          <w:sz w:val="24"/>
          <w:szCs w:val="24"/>
        </w:rPr>
        <w:t xml:space="preserve">5. </w:t>
      </w:r>
      <w:r w:rsidR="00C61DC5" w:rsidRPr="00AE4A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E4A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AE4AFD" w:rsidTr="007E507F">
        <w:tc>
          <w:tcPr>
            <w:tcW w:w="6124" w:type="dxa"/>
            <w:vAlign w:val="center"/>
          </w:tcPr>
          <w:p w:rsidR="0085747A" w:rsidRPr="00AE4A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4A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E4A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E4A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:rsidR="0085747A" w:rsidRPr="00AE4A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4A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E4A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E4AF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E4A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E4AFD" w:rsidTr="007E507F">
        <w:tc>
          <w:tcPr>
            <w:tcW w:w="6124" w:type="dxa"/>
          </w:tcPr>
          <w:p w:rsidR="0085747A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G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E4A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E4A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D4609" w:rsidRPr="00AE4AFD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AE4A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4A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:rsidR="0085747A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E4AFD" w:rsidTr="007E507F">
        <w:tc>
          <w:tcPr>
            <w:tcW w:w="6124" w:type="dxa"/>
          </w:tcPr>
          <w:p w:rsidR="00C61DC5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:rsidR="00C61DC5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AE4AFD" w:rsidTr="007E507F">
        <w:tc>
          <w:tcPr>
            <w:tcW w:w="6124" w:type="dxa"/>
          </w:tcPr>
          <w:p w:rsidR="00C61DC5" w:rsidRPr="00AE4A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 w:rsidRPr="00AE4A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4AF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:rsidR="00C61DC5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AE4AFD" w:rsidTr="007E507F">
        <w:tc>
          <w:tcPr>
            <w:tcW w:w="6124" w:type="dxa"/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:rsidR="0085747A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AE4AFD" w:rsidTr="007E507F">
        <w:tc>
          <w:tcPr>
            <w:tcW w:w="6124" w:type="dxa"/>
          </w:tcPr>
          <w:p w:rsidR="0085747A" w:rsidRPr="00AE4A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4A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:rsidR="0085747A" w:rsidRPr="00AE4AFD" w:rsidRDefault="008E6944" w:rsidP="00AE4AF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4A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E4A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4A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E4A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E4A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6. </w:t>
      </w:r>
      <w:r w:rsidR="0085747A" w:rsidRPr="00AE4AFD">
        <w:rPr>
          <w:rFonts w:ascii="Corbel" w:hAnsi="Corbel"/>
          <w:smallCaps w:val="0"/>
          <w:szCs w:val="24"/>
        </w:rPr>
        <w:t>PRAKTYKI ZAWODOWE W RAMACH PRZEDMIOTU</w:t>
      </w:r>
      <w:r w:rsidRPr="00AE4AFD">
        <w:rPr>
          <w:rFonts w:ascii="Corbel" w:hAnsi="Corbel"/>
          <w:smallCaps w:val="0"/>
          <w:szCs w:val="24"/>
        </w:rPr>
        <w:t xml:space="preserve"> </w:t>
      </w:r>
    </w:p>
    <w:p w:rsidR="0085747A" w:rsidRPr="00AE4A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E4AFD" w:rsidTr="00AE4AFD">
        <w:trPr>
          <w:trHeight w:val="397"/>
        </w:trPr>
        <w:tc>
          <w:tcPr>
            <w:tcW w:w="3544" w:type="dxa"/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A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E4AFD" w:rsidTr="00AE4AFD">
        <w:trPr>
          <w:trHeight w:val="397"/>
        </w:trPr>
        <w:tc>
          <w:tcPr>
            <w:tcW w:w="3544" w:type="dxa"/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A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0CB9" w:rsidRPr="00AE4AFD" w:rsidRDefault="00000CB9" w:rsidP="00DE5C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4AFD">
        <w:rPr>
          <w:rFonts w:ascii="Corbel" w:hAnsi="Corbel"/>
          <w:smallCaps w:val="0"/>
          <w:szCs w:val="24"/>
        </w:rPr>
        <w:t xml:space="preserve">7. </w:t>
      </w:r>
      <w:r w:rsidR="0085747A" w:rsidRPr="00AE4AFD">
        <w:rPr>
          <w:rFonts w:ascii="Corbel" w:hAnsi="Corbel"/>
          <w:smallCaps w:val="0"/>
          <w:szCs w:val="24"/>
        </w:rPr>
        <w:t>LITERATURA</w:t>
      </w:r>
      <w:r w:rsidRPr="00AE4AFD">
        <w:rPr>
          <w:rFonts w:ascii="Corbel" w:hAnsi="Corbel"/>
          <w:smallCaps w:val="0"/>
          <w:szCs w:val="24"/>
        </w:rPr>
        <w:t xml:space="preserve"> </w:t>
      </w:r>
    </w:p>
    <w:p w:rsidR="00675843" w:rsidRPr="00AE4A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AE4AFD" w:rsidTr="00AE4AFD">
        <w:trPr>
          <w:trHeight w:val="397"/>
        </w:trPr>
        <w:tc>
          <w:tcPr>
            <w:tcW w:w="8646" w:type="dxa"/>
          </w:tcPr>
          <w:p w:rsidR="008E6944" w:rsidRPr="00AE4AF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5A347A" w:rsidRPr="00AE4AFD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202B75"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Sagan,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="00202B75" w:rsidRPr="00AE4AFD">
              <w:rPr>
                <w:rFonts w:ascii="Corbel" w:hAnsi="Corbel"/>
                <w:b w:val="0"/>
                <w:iCs/>
                <w:smallCaps w:val="0"/>
                <w:sz w:val="22"/>
              </w:rPr>
              <w:t>[</w:t>
            </w:r>
            <w:r w:rsidRPr="00AE4AFD">
              <w:rPr>
                <w:rFonts w:ascii="Corbel" w:hAnsi="Corbel"/>
                <w:b w:val="0"/>
                <w:iCs/>
                <w:smallCaps w:val="0"/>
                <w:sz w:val="22"/>
              </w:rPr>
              <w:t>w:</w:t>
            </w:r>
            <w:r w:rsidR="00202B75" w:rsidRPr="00AE4AFD">
              <w:rPr>
                <w:rFonts w:ascii="Corbel" w:hAnsi="Corbel"/>
                <w:b w:val="0"/>
                <w:iCs/>
                <w:smallCaps w:val="0"/>
                <w:sz w:val="22"/>
              </w:rPr>
              <w:t>]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Olszewski J. (red.), Publiczne prawo gospodarcze</w:t>
            </w:r>
            <w:r w:rsidR="00202B75" w:rsidRPr="00AE4AFD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5A347A" w:rsidRPr="00AE4AFD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>, Warszawa 201</w:t>
            </w:r>
            <w:r w:rsidR="00202B75" w:rsidRPr="00AE4AFD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E4AFD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AE4AFD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AE4AFD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7024E6" w:rsidRPr="00AE4A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AE4AFD" w:rsidTr="00AE4AFD">
        <w:trPr>
          <w:trHeight w:val="397"/>
        </w:trPr>
        <w:tc>
          <w:tcPr>
            <w:tcW w:w="8646" w:type="dxa"/>
          </w:tcPr>
          <w:p w:rsidR="0085747A" w:rsidRPr="00AE4AFD" w:rsidRDefault="0085747A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E4AFD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E4AFD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55341A" w:rsidRPr="00AE4AFD" w:rsidRDefault="0055341A" w:rsidP="0055341A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AE4AFD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7024E6" w:rsidRPr="00AE4A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AE4AFD" w:rsidRDefault="0085747A" w:rsidP="007E50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E4AF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E4A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E4AFD" w:rsidSect="00AE4AF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7CE" w:rsidRDefault="00FD27CE" w:rsidP="00C16ABF">
      <w:pPr>
        <w:spacing w:after="0" w:line="240" w:lineRule="auto"/>
      </w:pPr>
      <w:r>
        <w:separator/>
      </w:r>
    </w:p>
  </w:endnote>
  <w:endnote w:type="continuationSeparator" w:id="0">
    <w:p w:rsidR="00FD27CE" w:rsidRDefault="00FD27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7CE" w:rsidRDefault="00FD27CE" w:rsidP="00C16ABF">
      <w:pPr>
        <w:spacing w:after="0" w:line="240" w:lineRule="auto"/>
      </w:pPr>
      <w:r>
        <w:separator/>
      </w:r>
    </w:p>
  </w:footnote>
  <w:footnote w:type="continuationSeparator" w:id="0">
    <w:p w:rsidR="00FD27CE" w:rsidRDefault="00FD27CE" w:rsidP="00C16ABF">
      <w:pPr>
        <w:spacing w:after="0" w:line="240" w:lineRule="auto"/>
      </w:pPr>
      <w:r>
        <w:continuationSeparator/>
      </w:r>
    </w:p>
  </w:footnote>
  <w:footnote w:id="1">
    <w:p w:rsidR="00320807" w:rsidRDefault="00320807" w:rsidP="003208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652990"/>
    <w:multiLevelType w:val="hybridMultilevel"/>
    <w:tmpl w:val="43DE1C5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48FD"/>
    <w:rsid w:val="000077B4"/>
    <w:rsid w:val="00015B8F"/>
    <w:rsid w:val="00022ECE"/>
    <w:rsid w:val="00042A51"/>
    <w:rsid w:val="00042D2E"/>
    <w:rsid w:val="00044C82"/>
    <w:rsid w:val="000628C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B75"/>
    <w:rsid w:val="002144C0"/>
    <w:rsid w:val="0022477D"/>
    <w:rsid w:val="002278A9"/>
    <w:rsid w:val="002336F9"/>
    <w:rsid w:val="00236CA4"/>
    <w:rsid w:val="0024028F"/>
    <w:rsid w:val="00244ABC"/>
    <w:rsid w:val="00256A96"/>
    <w:rsid w:val="002639D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68"/>
    <w:rsid w:val="0030360C"/>
    <w:rsid w:val="0030395F"/>
    <w:rsid w:val="00305C92"/>
    <w:rsid w:val="003151C5"/>
    <w:rsid w:val="0032080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D0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41A"/>
    <w:rsid w:val="0056696D"/>
    <w:rsid w:val="00593F72"/>
    <w:rsid w:val="0059484D"/>
    <w:rsid w:val="005A0855"/>
    <w:rsid w:val="005A3196"/>
    <w:rsid w:val="005A347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74A"/>
    <w:rsid w:val="006D6139"/>
    <w:rsid w:val="006E5D65"/>
    <w:rsid w:val="006F1282"/>
    <w:rsid w:val="006F1C84"/>
    <w:rsid w:val="006F1FBC"/>
    <w:rsid w:val="006F31E2"/>
    <w:rsid w:val="007024E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0A0"/>
    <w:rsid w:val="007A4022"/>
    <w:rsid w:val="007A6E6E"/>
    <w:rsid w:val="007C3299"/>
    <w:rsid w:val="007C3BCC"/>
    <w:rsid w:val="007C4546"/>
    <w:rsid w:val="007D6E56"/>
    <w:rsid w:val="007E507F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609"/>
    <w:rsid w:val="008E64F4"/>
    <w:rsid w:val="008E6944"/>
    <w:rsid w:val="008F12C9"/>
    <w:rsid w:val="008F6E29"/>
    <w:rsid w:val="0090522A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78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AFD"/>
    <w:rsid w:val="00AE5FCB"/>
    <w:rsid w:val="00AF2C1E"/>
    <w:rsid w:val="00B01509"/>
    <w:rsid w:val="00B06142"/>
    <w:rsid w:val="00B135B1"/>
    <w:rsid w:val="00B3130B"/>
    <w:rsid w:val="00B40ADB"/>
    <w:rsid w:val="00B43B77"/>
    <w:rsid w:val="00B43E80"/>
    <w:rsid w:val="00B607DB"/>
    <w:rsid w:val="00B66529"/>
    <w:rsid w:val="00B748D9"/>
    <w:rsid w:val="00B75946"/>
    <w:rsid w:val="00B8056E"/>
    <w:rsid w:val="00B819C8"/>
    <w:rsid w:val="00B82308"/>
    <w:rsid w:val="00B8513E"/>
    <w:rsid w:val="00B90885"/>
    <w:rsid w:val="00BB520A"/>
    <w:rsid w:val="00BC5D1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5E"/>
    <w:rsid w:val="00D552B2"/>
    <w:rsid w:val="00D608D1"/>
    <w:rsid w:val="00D74119"/>
    <w:rsid w:val="00D8075B"/>
    <w:rsid w:val="00D8678B"/>
    <w:rsid w:val="00DA2114"/>
    <w:rsid w:val="00DE09C0"/>
    <w:rsid w:val="00DE4A14"/>
    <w:rsid w:val="00DE5C52"/>
    <w:rsid w:val="00DF320D"/>
    <w:rsid w:val="00DF71C8"/>
    <w:rsid w:val="00E04525"/>
    <w:rsid w:val="00E129B8"/>
    <w:rsid w:val="00E21E7D"/>
    <w:rsid w:val="00E22FBC"/>
    <w:rsid w:val="00E24BF5"/>
    <w:rsid w:val="00E25338"/>
    <w:rsid w:val="00E3156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20532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024E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3208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9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AC674-C489-423B-B064-E5291910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2021-03-26T10:01:00Z</dcterms:created>
  <dcterms:modified xsi:type="dcterms:W3CDTF">2021-03-31T09:36:00Z</dcterms:modified>
</cp:coreProperties>
</file>